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33B8CE53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4D8673D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93CDB">
        <w:rPr>
          <w:rFonts w:ascii="Segoe Print" w:hAnsi="Segoe Print"/>
          <w:b/>
          <w:sz w:val="24"/>
        </w:rPr>
        <w:t>17.</w:t>
      </w:r>
      <w:r w:rsidR="00865FF3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1FF8039A" w:rsidR="00E20822" w:rsidRDefault="008F2C96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25152" behindDoc="0" locked="0" layoutInCell="1" allowOverlap="1" wp14:anchorId="7539E357" wp14:editId="27AF2ED7">
            <wp:simplePos x="0" y="0"/>
            <wp:positionH relativeFrom="column">
              <wp:posOffset>-201653</wp:posOffset>
            </wp:positionH>
            <wp:positionV relativeFrom="paragraph">
              <wp:posOffset>4416358</wp:posOffset>
            </wp:positionV>
            <wp:extent cx="827405" cy="568325"/>
            <wp:effectExtent l="53340" t="0" r="0" b="0"/>
            <wp:wrapNone/>
            <wp:docPr id="138" name="Picture 13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694B54D7" w14:textId="77777777" w:rsidR="00ED3DAA" w:rsidRPr="001F4226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w:t xml:space="preserve">A map has a scale </w:t>
            </w:r>
            <w:proofErr w:type="gramStart"/>
            <w:r w:rsidRPr="001F4226">
              <w:rPr>
                <w:rFonts w:ascii="Century Gothic" w:hAnsi="Century Gothic" w:cs="Tahoma"/>
              </w:rPr>
              <w:t>1 :</w:t>
            </w:r>
            <w:proofErr w:type="gramEnd"/>
            <w:r w:rsidRPr="001F4226">
              <w:rPr>
                <w:rFonts w:ascii="Century Gothic" w:hAnsi="Century Gothic" w:cs="Tahoma"/>
              </w:rPr>
              <w:t xml:space="preserve"> 5000.</w:t>
            </w:r>
          </w:p>
          <w:p w14:paraId="094D08F0" w14:textId="69CBB9AF" w:rsidR="00ED3DAA" w:rsidRPr="001F4226" w:rsidRDefault="00313ADB" w:rsidP="001F4226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 w:cs="Tahoma"/>
              </w:rPr>
              <w:t>How far on the map, in cm, is a distance of 400m?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1F422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6737E996" w:rsidR="00ED3DAA" w:rsidRPr="001F4226" w:rsidRDefault="008D6CFB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w:t>An object is applying a force of 10N/cm</w:t>
            </w:r>
            <w:r w:rsidRPr="001F4226">
              <w:rPr>
                <w:rFonts w:ascii="Century Gothic" w:hAnsi="Century Gothic" w:cs="Tahoma"/>
                <w:vertAlign w:val="superscript"/>
              </w:rPr>
              <w:t xml:space="preserve">2 </w:t>
            </w:r>
            <w:r w:rsidRPr="001F4226">
              <w:rPr>
                <w:rFonts w:ascii="Century Gothic" w:hAnsi="Century Gothic" w:cs="Tahoma"/>
              </w:rPr>
              <w:t>on an area of 5cm</w:t>
            </w:r>
            <w:r w:rsidRPr="001F4226">
              <w:rPr>
                <w:rFonts w:ascii="Century Gothic" w:hAnsi="Century Gothic" w:cs="Tahoma"/>
                <w:vertAlign w:val="superscript"/>
              </w:rPr>
              <w:t>2</w:t>
            </w:r>
            <w:r w:rsidRPr="001F4226">
              <w:rPr>
                <w:rFonts w:ascii="Century Gothic" w:hAnsi="Century Gothic" w:cs="Tahoma"/>
              </w:rPr>
              <w:t>.  What pressure is it exerting?</w:t>
            </w:r>
          </w:p>
        </w:tc>
      </w:tr>
      <w:tr w:rsidR="00ED3DAA" w:rsidRPr="00B90872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57D3874E" w14:textId="77777777" w:rsidR="008E5245" w:rsidRPr="001F4226" w:rsidRDefault="008E5245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w:t>Starters        Mains               Dessert</w:t>
            </w:r>
          </w:p>
          <w:p w14:paraId="4A917E9A" w14:textId="68E4659E" w:rsidR="008E5245" w:rsidRPr="001F4226" w:rsidRDefault="008E5245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w:t>Soup             Chicken           Ice-cream</w:t>
            </w:r>
            <w:r w:rsidR="001F4226">
              <w:rPr>
                <w:rFonts w:ascii="Century Gothic" w:hAnsi="Century Gothic" w:cs="Tahoma"/>
              </w:rPr>
              <w:br/>
            </w:r>
            <w:r w:rsidRPr="001F4226">
              <w:rPr>
                <w:rFonts w:ascii="Century Gothic" w:hAnsi="Century Gothic" w:cs="Tahoma"/>
              </w:rPr>
              <w:t>Pate              Beef                Fruit salad</w:t>
            </w:r>
            <w:r w:rsidR="001F4226">
              <w:rPr>
                <w:rFonts w:ascii="Century Gothic" w:hAnsi="Century Gothic" w:cs="Tahoma"/>
              </w:rPr>
              <w:br/>
            </w:r>
            <w:r w:rsidR="008F2C96">
              <w:rPr>
                <w:rFonts w:ascii="Century Gothic" w:hAnsi="Century Gothic" w:cs="Tahoma"/>
              </w:rPr>
              <w:t xml:space="preserve">                      </w:t>
            </w:r>
            <w:r w:rsidRPr="001F4226">
              <w:rPr>
                <w:rFonts w:ascii="Century Gothic" w:hAnsi="Century Gothic" w:cs="Tahoma"/>
              </w:rPr>
              <w:t>Mushrooms</w:t>
            </w:r>
          </w:p>
          <w:p w14:paraId="3845EB95" w14:textId="4AB2BE46" w:rsidR="00ED3DAA" w:rsidRPr="001F4226" w:rsidRDefault="008E5245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 w:cs="Tahoma"/>
              </w:rPr>
              <w:t>Martin can now also choose dessert. How many different combinations of meals does Martin have?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1F422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4135B49B" w:rsidR="00ED3DAA" w:rsidRPr="001F4226" w:rsidRDefault="00ED3DA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FEF7014" w14:textId="46EFE736" w:rsidR="00ED3DAA" w:rsidRPr="001F4226" w:rsidRDefault="00BE5BB3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7C85D8B5" wp14:editId="35D78CA5">
                  <wp:extent cx="1401445" cy="890905"/>
                  <wp:effectExtent l="0" t="0" r="8255" b="4445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DAA" w:rsidRPr="00B90872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251AE1C9" w14:textId="5E1722B4" w:rsidR="00ED3DAA" w:rsidRPr="001F4226" w:rsidRDefault="00ED3DAA" w:rsidP="001F4226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</w:rPr>
            </w:pPr>
            <w:r w:rsidRPr="001F4226">
              <w:rPr>
                <w:rFonts w:ascii="Century Gothic" w:eastAsiaTheme="minorEastAsia" w:hAnsi="Century Gothic" w:cs="Tahoma"/>
                <w:noProof/>
              </w:rPr>
              <w:t>Construct</w:t>
            </w:r>
            <w:r w:rsidRPr="001F4226">
              <w:rPr>
                <w:rFonts w:ascii="Century Gothic" w:eastAsiaTheme="minorEastAsia" w:hAnsi="Century Gothic" w:cs="Tahoma"/>
                <w:noProof/>
              </w:rPr>
              <w:t xml:space="preserve"> the triangle:</w:t>
            </w:r>
          </w:p>
          <w:p w14:paraId="13549964" w14:textId="3AF18101" w:rsidR="00ED3DAA" w:rsidRPr="001F4226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4EDE9D4" wp14:editId="482C4615">
                      <wp:simplePos x="0" y="0"/>
                      <wp:positionH relativeFrom="column">
                        <wp:posOffset>337401</wp:posOffset>
                      </wp:positionH>
                      <wp:positionV relativeFrom="paragraph">
                        <wp:posOffset>223520</wp:posOffset>
                      </wp:positionV>
                      <wp:extent cx="575945" cy="320675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75242D" w14:textId="69B44440" w:rsidR="00ED3DAA" w:rsidRPr="00FE19F8" w:rsidRDefault="00ED3DAA" w:rsidP="00E95687">
                                  <w:r>
                                    <w:t>4</w:t>
                                  </w:r>
                                  <w: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4EDE9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26.55pt;margin-top:17.6pt;width:45.35pt;height:25.2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" filled="f" stroked="f" strokeweight=".5pt">
                      <v:textbox>
                        <w:txbxContent>
                          <w:p w14:paraId="0675242D" w14:textId="69B44440" w:rsidR="00ED3DAA" w:rsidRPr="00FE19F8" w:rsidRDefault="00ED3DAA" w:rsidP="00E95687">
                            <w:r>
                              <w:t>4</w:t>
                            </w:r>
                            <w: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226">
              <w:rPr>
                <w:rFonts w:ascii="Century Gothic" w:eastAsiaTheme="minorEastAsia" w:hAnsi="Century Gothic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8399428" wp14:editId="33F59BD9">
                      <wp:simplePos x="0" y="0"/>
                      <wp:positionH relativeFrom="column">
                        <wp:posOffset>465896</wp:posOffset>
                      </wp:positionH>
                      <wp:positionV relativeFrom="paragraph">
                        <wp:posOffset>164962</wp:posOffset>
                      </wp:positionV>
                      <wp:extent cx="866899" cy="510639"/>
                      <wp:effectExtent l="0" t="0" r="28575" b="22860"/>
                      <wp:wrapNone/>
                      <wp:docPr id="17" name="Isosceles Tri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899" cy="51063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02CE780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7" o:spid="_x0000_s1026" type="#_x0000_t5" style="position:absolute;margin-left:36.7pt;margin-top:13pt;width:68.25pt;height:40.2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" fillcolor="white [3212]" strokecolor="black [3213]" strokeweight="2pt"/>
                  </w:pict>
                </mc:Fallback>
              </mc:AlternateContent>
            </w:r>
          </w:p>
          <w:p w14:paraId="2F8D3BBD" w14:textId="677CD483" w:rsidR="00ED3DAA" w:rsidRPr="001F4226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112BF5C" wp14:editId="175A528D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30845</wp:posOffset>
                      </wp:positionV>
                      <wp:extent cx="575945" cy="32067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3990CF" w14:textId="4457A2D2" w:rsidR="00ED3DAA" w:rsidRPr="00FE19F8" w:rsidRDefault="001F4226" w:rsidP="00E95687">
                                  <w:r>
                                    <w:t>3</w:t>
                                  </w:r>
                                  <w:r w:rsidR="00B90872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112BF5C" id="Text Box 21" o:spid="_x0000_s1027" type="#_x0000_t202" style="position:absolute;margin-left:86.35pt;margin-top:2.45pt;width:45.35pt;height:25.25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" filled="f" stroked="f" strokeweight=".5pt">
                      <v:textbox>
                        <w:txbxContent>
                          <w:p w14:paraId="473990CF" w14:textId="4457A2D2" w:rsidR="00ED3DAA" w:rsidRPr="00FE19F8" w:rsidRDefault="001F4226" w:rsidP="00E95687">
                            <w:r>
                              <w:t>3</w:t>
                            </w:r>
                            <w:r w:rsidR="00B90872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22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024E394" wp14:editId="470C2357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424815</wp:posOffset>
                      </wp:positionV>
                      <wp:extent cx="575945" cy="320675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D151BD" w14:textId="2FB64861" w:rsidR="00ED3DAA" w:rsidRDefault="001F4226" w:rsidP="00E95687">
                                  <w:r>
                                    <w:t>5</w:t>
                                  </w:r>
                                  <w:r w:rsidR="00ED3DAA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024E394" id="Text Box 19" o:spid="_x0000_s1028" type="#_x0000_t202" style="position:absolute;margin-left:51.5pt;margin-top:33.45pt;width:45.35pt;height:25.25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" filled="f" stroked="f" strokeweight=".5pt">
                      <v:textbox>
                        <w:txbxContent>
                          <w:p w14:paraId="26D151BD" w14:textId="2FB64861" w:rsidR="00ED3DAA" w:rsidRDefault="001F4226" w:rsidP="00E95687">
                            <w:r>
                              <w:t>5</w:t>
                            </w:r>
                            <w:r w:rsidR="00ED3DAA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4AE195" w14:textId="4BE4B8E0" w:rsidR="00ED3DAA" w:rsidRPr="001F4226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389B3E50" w:rsidR="00ED3DAA" w:rsidRPr="001F4226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17984" behindDoc="0" locked="0" layoutInCell="1" allowOverlap="1" wp14:anchorId="1B6D59DE" wp14:editId="36B2649F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32739D9" w14:textId="274F157C" w:rsidR="008F2C96" w:rsidRDefault="008F2C96" w:rsidP="008F2C96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24128" behindDoc="0" locked="0" layoutInCell="1" allowOverlap="1" wp14:anchorId="76154A87" wp14:editId="29D917C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39" name="Picture 13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05FBD818" w14:textId="0D9BF589" w:rsidR="008F2C96" w:rsidRDefault="008F2C96" w:rsidP="008F2C96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17.4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299DBFDA" w14:textId="77777777" w:rsidR="008F2C96" w:rsidRDefault="008F2C96" w:rsidP="008F2C96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8F2C96" w:rsidRPr="00B90872" w14:paraId="4EEA482B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23D5CB57" w14:textId="77777777" w:rsidR="008F2C96" w:rsidRPr="00B90872" w:rsidRDefault="008F2C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5BE68479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w:t xml:space="preserve">A map has a scale </w:t>
            </w:r>
            <w:proofErr w:type="gramStart"/>
            <w:r w:rsidRPr="001F4226">
              <w:rPr>
                <w:rFonts w:ascii="Century Gothic" w:hAnsi="Century Gothic" w:cs="Tahoma"/>
              </w:rPr>
              <w:t>1 :</w:t>
            </w:r>
            <w:proofErr w:type="gramEnd"/>
            <w:r w:rsidRPr="001F4226">
              <w:rPr>
                <w:rFonts w:ascii="Century Gothic" w:hAnsi="Century Gothic" w:cs="Tahoma"/>
              </w:rPr>
              <w:t xml:space="preserve"> 5000.</w:t>
            </w:r>
          </w:p>
          <w:p w14:paraId="3574F4D1" w14:textId="77777777" w:rsidR="008F2C96" w:rsidRPr="001F4226" w:rsidRDefault="008F2C96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 w:cs="Tahoma"/>
              </w:rPr>
              <w:t>How far on the map, in cm, is a distance of 400m?</w:t>
            </w:r>
          </w:p>
        </w:tc>
        <w:tc>
          <w:tcPr>
            <w:tcW w:w="425" w:type="dxa"/>
            <w:tcBorders>
              <w:right w:val="nil"/>
            </w:tcBorders>
          </w:tcPr>
          <w:p w14:paraId="62E0CE1D" w14:textId="77777777" w:rsidR="008F2C96" w:rsidRPr="001F4226" w:rsidRDefault="008F2C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655026B8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w:t>An object is applying a force of 10N/cm</w:t>
            </w:r>
            <w:r w:rsidRPr="001F4226">
              <w:rPr>
                <w:rFonts w:ascii="Century Gothic" w:hAnsi="Century Gothic" w:cs="Tahoma"/>
                <w:vertAlign w:val="superscript"/>
              </w:rPr>
              <w:t xml:space="preserve">2 </w:t>
            </w:r>
            <w:r w:rsidRPr="001F4226">
              <w:rPr>
                <w:rFonts w:ascii="Century Gothic" w:hAnsi="Century Gothic" w:cs="Tahoma"/>
              </w:rPr>
              <w:t>on an area of 5cm</w:t>
            </w:r>
            <w:r w:rsidRPr="001F4226">
              <w:rPr>
                <w:rFonts w:ascii="Century Gothic" w:hAnsi="Century Gothic" w:cs="Tahoma"/>
                <w:vertAlign w:val="superscript"/>
              </w:rPr>
              <w:t>2</w:t>
            </w:r>
            <w:r w:rsidRPr="001F4226">
              <w:rPr>
                <w:rFonts w:ascii="Century Gothic" w:hAnsi="Century Gothic" w:cs="Tahoma"/>
              </w:rPr>
              <w:t>.  What pressure is it exerting?</w:t>
            </w:r>
          </w:p>
        </w:tc>
      </w:tr>
      <w:tr w:rsidR="008F2C96" w:rsidRPr="00B90872" w14:paraId="6A05E817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CDF85F9" w14:textId="77777777" w:rsidR="008F2C96" w:rsidRPr="00B90872" w:rsidRDefault="008F2C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76234798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w:t>Starters        Mains               Dessert</w:t>
            </w:r>
          </w:p>
          <w:p w14:paraId="427E7D84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w:t>Soup             Chicken           Ice-cream</w:t>
            </w:r>
            <w:r>
              <w:rPr>
                <w:rFonts w:ascii="Century Gothic" w:hAnsi="Century Gothic" w:cs="Tahoma"/>
              </w:rPr>
              <w:br/>
            </w:r>
            <w:r w:rsidRPr="001F4226">
              <w:rPr>
                <w:rFonts w:ascii="Century Gothic" w:hAnsi="Century Gothic" w:cs="Tahoma"/>
              </w:rPr>
              <w:t>Pate              Beef                Fruit salad</w:t>
            </w:r>
            <w:r>
              <w:rPr>
                <w:rFonts w:ascii="Century Gothic" w:hAnsi="Century Gothic" w:cs="Tahoma"/>
              </w:rPr>
              <w:br/>
              <w:t xml:space="preserve">                      </w:t>
            </w:r>
            <w:r w:rsidRPr="001F4226">
              <w:rPr>
                <w:rFonts w:ascii="Century Gothic" w:hAnsi="Century Gothic" w:cs="Tahoma"/>
              </w:rPr>
              <w:t>Mushrooms</w:t>
            </w:r>
          </w:p>
          <w:p w14:paraId="09A20EFE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 w:cs="Tahoma"/>
              </w:rPr>
              <w:t>Martin can now also choose dessert. How many different combinations of meals does Martin have?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925D82D" w14:textId="77777777" w:rsidR="008F2C96" w:rsidRPr="001F4226" w:rsidRDefault="008F2C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2BE30F24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0C894EC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F4226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0871F527" wp14:editId="16D69410">
                  <wp:extent cx="1401445" cy="890905"/>
                  <wp:effectExtent l="0" t="0" r="8255" b="4445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2C96" w:rsidRPr="00B90872" w14:paraId="044564D5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7FA5A9B2" w14:textId="77777777" w:rsidR="008F2C96" w:rsidRPr="00B90872" w:rsidRDefault="008F2C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116C0EB9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</w:rPr>
            </w:pPr>
            <w:r w:rsidRPr="001F4226">
              <w:rPr>
                <w:rFonts w:ascii="Century Gothic" w:eastAsiaTheme="minorEastAsia" w:hAnsi="Century Gothic" w:cs="Tahoma"/>
                <w:noProof/>
              </w:rPr>
              <w:t>Construct the triangle:</w:t>
            </w:r>
          </w:p>
          <w:p w14:paraId="797D88D3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0FAFACF" wp14:editId="7774BE99">
                      <wp:simplePos x="0" y="0"/>
                      <wp:positionH relativeFrom="column">
                        <wp:posOffset>337401</wp:posOffset>
                      </wp:positionH>
                      <wp:positionV relativeFrom="paragraph">
                        <wp:posOffset>223520</wp:posOffset>
                      </wp:positionV>
                      <wp:extent cx="575945" cy="320675"/>
                      <wp:effectExtent l="0" t="0" r="0" b="0"/>
                      <wp:wrapNone/>
                      <wp:docPr id="134" name="Text Box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C2C621" w14:textId="77777777" w:rsidR="008F2C96" w:rsidRPr="00FE19F8" w:rsidRDefault="008F2C96" w:rsidP="008F2C96">
                                  <w:r>
                                    <w:t>4cm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0FAFACF" id="Text Box 134" o:spid="_x0000_s1029" type="#_x0000_t202" style="position:absolute;margin-left:26.55pt;margin-top:17.6pt;width:45.35pt;height:25.25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" filled="f" stroked="f" strokeweight=".5pt">
                      <v:textbox>
                        <w:txbxContent>
                          <w:p w14:paraId="6FC2C621" w14:textId="77777777" w:rsidR="008F2C96" w:rsidRPr="00FE19F8" w:rsidRDefault="008F2C96" w:rsidP="008F2C96">
                            <w:r>
                              <w:t>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226">
              <w:rPr>
                <w:rFonts w:ascii="Century Gothic" w:eastAsiaTheme="minorEastAsia" w:hAnsi="Century Gothic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4C0E6E5" wp14:editId="0766CE04">
                      <wp:simplePos x="0" y="0"/>
                      <wp:positionH relativeFrom="column">
                        <wp:posOffset>465896</wp:posOffset>
                      </wp:positionH>
                      <wp:positionV relativeFrom="paragraph">
                        <wp:posOffset>164962</wp:posOffset>
                      </wp:positionV>
                      <wp:extent cx="866899" cy="510639"/>
                      <wp:effectExtent l="0" t="0" r="28575" b="22860"/>
                      <wp:wrapNone/>
                      <wp:docPr id="135" name="Isosceles Tri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899" cy="51063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302C70" id="Isosceles Triangle 17" o:spid="_x0000_s1026" type="#_x0000_t5" style="position:absolute;margin-left:36.7pt;margin-top:13pt;width:68.25pt;height:40.2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" fillcolor="white [3212]" strokecolor="black [3213]" strokeweight="2pt"/>
                  </w:pict>
                </mc:Fallback>
              </mc:AlternateContent>
            </w:r>
          </w:p>
          <w:p w14:paraId="5FF6FAA4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0DFA155F" wp14:editId="4E128D8A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30845</wp:posOffset>
                      </wp:positionV>
                      <wp:extent cx="575945" cy="320675"/>
                      <wp:effectExtent l="0" t="0" r="0" b="0"/>
                      <wp:wrapNone/>
                      <wp:docPr id="136" name="Text Box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37DACC" w14:textId="77777777" w:rsidR="008F2C96" w:rsidRPr="00FE19F8" w:rsidRDefault="008F2C96" w:rsidP="008F2C96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DFA155F" id="Text Box 136" o:spid="_x0000_s1030" type="#_x0000_t202" style="position:absolute;margin-left:86.35pt;margin-top:2.45pt;width:45.35pt;height:25.25pt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" filled="f" stroked="f" strokeweight=".5pt">
                      <v:textbox>
                        <w:txbxContent>
                          <w:p w14:paraId="1E37DACC" w14:textId="77777777" w:rsidR="008F2C96" w:rsidRPr="00FE19F8" w:rsidRDefault="008F2C96" w:rsidP="008F2C96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4226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38CCD188" wp14:editId="248F258D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424815</wp:posOffset>
                      </wp:positionV>
                      <wp:extent cx="575945" cy="320675"/>
                      <wp:effectExtent l="0" t="0" r="0" b="0"/>
                      <wp:wrapNone/>
                      <wp:docPr id="137" name="Text Box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D192DB" w14:textId="77777777" w:rsidR="008F2C96" w:rsidRDefault="008F2C96" w:rsidP="008F2C96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8CCD188" id="Text Box 137" o:spid="_x0000_s1031" type="#_x0000_t202" style="position:absolute;margin-left:51.5pt;margin-top:33.45pt;width:45.35pt;height:25.25pt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" filled="f" stroked="f" strokeweight=".5pt">
                      <v:textbox>
                        <w:txbxContent>
                          <w:p w14:paraId="5FD192DB" w14:textId="77777777" w:rsidR="008F2C96" w:rsidRDefault="008F2C96" w:rsidP="008F2C96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0FA4650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3C6831A5" w14:textId="77777777" w:rsidR="008F2C96" w:rsidRPr="001F4226" w:rsidRDefault="008F2C9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F4226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26176" behindDoc="0" locked="0" layoutInCell="1" allowOverlap="1" wp14:anchorId="22A04F37" wp14:editId="7B0BC546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141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9932521" w14:textId="06DC8F12" w:rsidR="00437093" w:rsidRDefault="00437093" w:rsidP="000A7C28">
      <w:pPr>
        <w:spacing w:after="120"/>
        <w:rPr>
          <w:rFonts w:ascii="Kristen ITC" w:hAnsi="Kristen ITC"/>
          <w:b/>
        </w:rPr>
      </w:pPr>
    </w:p>
    <w:sectPr w:rsidR="00437093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754C"/>
    <w:rsid w:val="000F6BFE"/>
    <w:rsid w:val="0010697E"/>
    <w:rsid w:val="001274D6"/>
    <w:rsid w:val="001279F5"/>
    <w:rsid w:val="00130352"/>
    <w:rsid w:val="00143BE1"/>
    <w:rsid w:val="00150843"/>
    <w:rsid w:val="001548A4"/>
    <w:rsid w:val="001826A9"/>
    <w:rsid w:val="00186A03"/>
    <w:rsid w:val="00187009"/>
    <w:rsid w:val="00194026"/>
    <w:rsid w:val="001A1D1C"/>
    <w:rsid w:val="001A6603"/>
    <w:rsid w:val="001A68F7"/>
    <w:rsid w:val="001D484E"/>
    <w:rsid w:val="001E23CA"/>
    <w:rsid w:val="001E511C"/>
    <w:rsid w:val="001F4226"/>
    <w:rsid w:val="0020304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3ADB"/>
    <w:rsid w:val="0031452F"/>
    <w:rsid w:val="003201EB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E68F7"/>
    <w:rsid w:val="003F51D8"/>
    <w:rsid w:val="004015EA"/>
    <w:rsid w:val="0040790B"/>
    <w:rsid w:val="0041226A"/>
    <w:rsid w:val="00412CDE"/>
    <w:rsid w:val="00436C34"/>
    <w:rsid w:val="00437093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12A7E"/>
    <w:rsid w:val="00831D41"/>
    <w:rsid w:val="00840927"/>
    <w:rsid w:val="00847CB4"/>
    <w:rsid w:val="00857220"/>
    <w:rsid w:val="008612B7"/>
    <w:rsid w:val="00865FF3"/>
    <w:rsid w:val="0087251A"/>
    <w:rsid w:val="00876A8E"/>
    <w:rsid w:val="0088018E"/>
    <w:rsid w:val="00884433"/>
    <w:rsid w:val="008B0A17"/>
    <w:rsid w:val="008B0E29"/>
    <w:rsid w:val="008B5103"/>
    <w:rsid w:val="008D5C13"/>
    <w:rsid w:val="008D6CFB"/>
    <w:rsid w:val="008D76D7"/>
    <w:rsid w:val="008E29DA"/>
    <w:rsid w:val="008E5245"/>
    <w:rsid w:val="008F2C96"/>
    <w:rsid w:val="0090117B"/>
    <w:rsid w:val="00901228"/>
    <w:rsid w:val="009118B1"/>
    <w:rsid w:val="0094070B"/>
    <w:rsid w:val="0095325A"/>
    <w:rsid w:val="00955F4B"/>
    <w:rsid w:val="00961ED5"/>
    <w:rsid w:val="00971AEF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E3710"/>
    <w:rsid w:val="00A06D07"/>
    <w:rsid w:val="00A13034"/>
    <w:rsid w:val="00A15BBF"/>
    <w:rsid w:val="00A458C3"/>
    <w:rsid w:val="00A7076D"/>
    <w:rsid w:val="00A72B2C"/>
    <w:rsid w:val="00A74586"/>
    <w:rsid w:val="00A81955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22E8"/>
    <w:rsid w:val="00BE5BB3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7447"/>
    <w:rsid w:val="00C9225A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8D"/>
    <w:rsid w:val="00F303CE"/>
    <w:rsid w:val="00F3678B"/>
    <w:rsid w:val="00F52111"/>
    <w:rsid w:val="00F6389A"/>
    <w:rsid w:val="00F67891"/>
    <w:rsid w:val="00F75B57"/>
    <w:rsid w:val="00F80B7D"/>
    <w:rsid w:val="00F8416B"/>
    <w:rsid w:val="00FA673D"/>
    <w:rsid w:val="00FB0E81"/>
    <w:rsid w:val="00FB3CD8"/>
    <w:rsid w:val="00FC33D1"/>
    <w:rsid w:val="00FC470D"/>
    <w:rsid w:val="00FD01D3"/>
    <w:rsid w:val="00FD1CA4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2019-05-30T18:30:00Z</dcterms:created>
  <dcterms:modified xsi:type="dcterms:W3CDTF">2019-05-30T18:31:00Z</dcterms:modified>
</cp:coreProperties>
</file>